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F36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4</w:t>
      </w:r>
    </w:p>
    <w:p w14:paraId="4728FB6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rPr>
          <w:rFonts w:hint="eastAsia"/>
        </w:rPr>
      </w:pPr>
    </w:p>
    <w:p w14:paraId="459EC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2024年安徽省职业启蒙教育系列项目申报</w:t>
      </w:r>
    </w:p>
    <w:p w14:paraId="1D946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名额分配表</w:t>
      </w:r>
    </w:p>
    <w:p w14:paraId="2E673BC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rPr>
          <w:rFonts w:hint="eastAsia"/>
        </w:rPr>
      </w:pPr>
    </w:p>
    <w:tbl>
      <w:tblPr>
        <w:tblStyle w:val="6"/>
        <w:tblW w:w="89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9"/>
        <w:gridCol w:w="1984"/>
        <w:gridCol w:w="1984"/>
        <w:gridCol w:w="1984"/>
        <w:gridCol w:w="1356"/>
      </w:tblGrid>
      <w:tr w14:paraId="56C58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2D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地市名称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DE6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职业体验中心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E5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职业启蒙</w:t>
            </w:r>
          </w:p>
          <w:p w14:paraId="5B9E9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教师团队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A0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职业启蒙</w:t>
            </w:r>
          </w:p>
          <w:p w14:paraId="6875C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（体验）课程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BF2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 w14:paraId="17CE7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8C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合肥市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539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C6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87A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96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</w:tr>
      <w:tr w14:paraId="38184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2A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淮北市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9E8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18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BB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93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 w14:paraId="74D7D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00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亳州市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E28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70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53E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238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</w:tr>
      <w:tr w14:paraId="06463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AA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宿州市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EF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A61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DD9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2C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</w:tr>
      <w:tr w14:paraId="18E6C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73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蚌埠市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E00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C22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40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A2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 w14:paraId="08FF2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55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阜阳市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92B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EAB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3F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6DF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</w:tr>
      <w:tr w14:paraId="4CF28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1C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淮南市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833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744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585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1F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</w:tr>
      <w:tr w14:paraId="5F520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DB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滁州市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D3B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671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EC1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77F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</w:tr>
      <w:tr w14:paraId="62104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0F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六安市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3D2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E0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ED9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C85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</w:tr>
      <w:tr w14:paraId="0D77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B0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马鞍山市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A41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FD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A5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D6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 w14:paraId="0DB0F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45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芜湖市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B8F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75D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EB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923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 w14:paraId="29B16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17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宣城市</w:t>
            </w:r>
          </w:p>
          <w:p w14:paraId="3E411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（含广德市）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FA6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E60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57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67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</w:tr>
      <w:tr w14:paraId="387FD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A2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安庆市</w:t>
            </w:r>
          </w:p>
          <w:p w14:paraId="0C95F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（含宿松县）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10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642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683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C81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</w:tr>
      <w:tr w14:paraId="5C392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E6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铜陵市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E7B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48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D95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7AD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 w14:paraId="5932F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F3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池州市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190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09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6A2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E7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 w14:paraId="47B33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5F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黄山市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80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F8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5D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039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 w14:paraId="36642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9E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898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22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4F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68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EB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170</w:t>
            </w:r>
          </w:p>
        </w:tc>
      </w:tr>
    </w:tbl>
    <w:p w14:paraId="19DB203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left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  <w:t>注：该表为各市（设区市）中等职业学校推荐名额；高等职业学校每类申报数量不超过1个，直接上报省教育厅高等教育处。</w:t>
      </w:r>
    </w:p>
    <w:sectPr>
      <w:footerReference r:id="rId3" w:type="default"/>
      <w:footerReference r:id="rId4" w:type="even"/>
      <w:pgSz w:w="11906" w:h="16838"/>
      <w:pgMar w:top="1440" w:right="1803" w:bottom="1440" w:left="1803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EAAEA3">
    <w:pPr>
      <w:pStyle w:val="3"/>
      <w:framePr w:wrap="around" w:vAnchor="text" w:hAnchor="margin" w:xAlign="outside" w:y="1"/>
      <w:rPr>
        <w:rStyle w:val="9"/>
        <w:rFonts w:ascii="方正仿宋_GBK" w:eastAsia="方正仿宋_GBK"/>
        <w:sz w:val="28"/>
        <w:szCs w:val="28"/>
      </w:rPr>
    </w:pPr>
    <w:r>
      <w:rPr>
        <w:rStyle w:val="9"/>
        <w:rFonts w:ascii="方正仿宋_GBK" w:eastAsia="方正仿宋_GBK"/>
        <w:sz w:val="28"/>
        <w:szCs w:val="28"/>
      </w:rPr>
      <w:fldChar w:fldCharType="begin"/>
    </w:r>
    <w:r>
      <w:rPr>
        <w:rStyle w:val="9"/>
        <w:rFonts w:ascii="方正仿宋_GBK" w:eastAsia="方正仿宋_GBK"/>
        <w:sz w:val="28"/>
        <w:szCs w:val="28"/>
      </w:rPr>
      <w:instrText xml:space="preserve">PAGE  </w:instrText>
    </w:r>
    <w:r>
      <w:rPr>
        <w:rStyle w:val="9"/>
        <w:rFonts w:ascii="方正仿宋_GBK" w:eastAsia="方正仿宋_GBK"/>
        <w:sz w:val="28"/>
        <w:szCs w:val="28"/>
      </w:rPr>
      <w:fldChar w:fldCharType="separate"/>
    </w:r>
    <w:r>
      <w:rPr>
        <w:rStyle w:val="9"/>
        <w:rFonts w:ascii="方正仿宋_GBK" w:eastAsia="方正仿宋_GBK"/>
        <w:sz w:val="28"/>
        <w:szCs w:val="28"/>
      </w:rPr>
      <w:t>- 24 -</w:t>
    </w:r>
    <w:r>
      <w:rPr>
        <w:rStyle w:val="9"/>
        <w:rFonts w:ascii="方正仿宋_GBK" w:eastAsia="方正仿宋_GBK"/>
        <w:sz w:val="28"/>
        <w:szCs w:val="28"/>
      </w:rPr>
      <w:fldChar w:fldCharType="end"/>
    </w:r>
  </w:p>
  <w:p w14:paraId="6EB0C5DE">
    <w:pPr>
      <w:pStyle w:val="3"/>
      <w:ind w:right="360" w:firstLine="360"/>
    </w:pPr>
  </w:p>
  <w:p w14:paraId="48A94AD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1F5B1">
    <w:pPr>
      <w:pStyle w:val="3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387E4809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jYWM1Njc4ODJiMTgyNDk1MmFiNWFkYmExM2VhM2EifQ=="/>
  </w:docVars>
  <w:rsids>
    <w:rsidRoot w:val="003E3742"/>
    <w:rsid w:val="0007242A"/>
    <w:rsid w:val="00084773"/>
    <w:rsid w:val="000C2592"/>
    <w:rsid w:val="002162CA"/>
    <w:rsid w:val="00330EB1"/>
    <w:rsid w:val="003C37FE"/>
    <w:rsid w:val="003E3742"/>
    <w:rsid w:val="00415EFC"/>
    <w:rsid w:val="004500C9"/>
    <w:rsid w:val="0047340B"/>
    <w:rsid w:val="004D74F5"/>
    <w:rsid w:val="00566AA0"/>
    <w:rsid w:val="007F681C"/>
    <w:rsid w:val="008B3738"/>
    <w:rsid w:val="009A602E"/>
    <w:rsid w:val="00B053F6"/>
    <w:rsid w:val="00BD25EC"/>
    <w:rsid w:val="00CF26B3"/>
    <w:rsid w:val="00DB0498"/>
    <w:rsid w:val="00FD46AD"/>
    <w:rsid w:val="011D62CB"/>
    <w:rsid w:val="02A52631"/>
    <w:rsid w:val="077129EB"/>
    <w:rsid w:val="08A226A0"/>
    <w:rsid w:val="095F51DE"/>
    <w:rsid w:val="0A534064"/>
    <w:rsid w:val="0A5856C8"/>
    <w:rsid w:val="0C3B75B8"/>
    <w:rsid w:val="0D417AE8"/>
    <w:rsid w:val="0E94571E"/>
    <w:rsid w:val="182367CE"/>
    <w:rsid w:val="197A1209"/>
    <w:rsid w:val="1A7667F9"/>
    <w:rsid w:val="1B337414"/>
    <w:rsid w:val="1BCB60B7"/>
    <w:rsid w:val="1E030979"/>
    <w:rsid w:val="201A7A6E"/>
    <w:rsid w:val="21733E49"/>
    <w:rsid w:val="21A01772"/>
    <w:rsid w:val="22725618"/>
    <w:rsid w:val="24F60D2A"/>
    <w:rsid w:val="290B0FD0"/>
    <w:rsid w:val="296376BA"/>
    <w:rsid w:val="2B192359"/>
    <w:rsid w:val="2ED957B3"/>
    <w:rsid w:val="2F4A0E87"/>
    <w:rsid w:val="2F64581B"/>
    <w:rsid w:val="32FAC414"/>
    <w:rsid w:val="35FD7E0F"/>
    <w:rsid w:val="3ABF1F27"/>
    <w:rsid w:val="3B760956"/>
    <w:rsid w:val="3C3700FF"/>
    <w:rsid w:val="3CB071C5"/>
    <w:rsid w:val="3D503FF3"/>
    <w:rsid w:val="3FED151A"/>
    <w:rsid w:val="40906D0E"/>
    <w:rsid w:val="469B351E"/>
    <w:rsid w:val="473A2659"/>
    <w:rsid w:val="48187E8B"/>
    <w:rsid w:val="4CF13A5B"/>
    <w:rsid w:val="4DD5044C"/>
    <w:rsid w:val="5422513E"/>
    <w:rsid w:val="54925292"/>
    <w:rsid w:val="5FEC4372"/>
    <w:rsid w:val="60C877A9"/>
    <w:rsid w:val="63DE5DD3"/>
    <w:rsid w:val="64CB7DCC"/>
    <w:rsid w:val="6A282B03"/>
    <w:rsid w:val="6C971671"/>
    <w:rsid w:val="6CC65179"/>
    <w:rsid w:val="76390B7E"/>
    <w:rsid w:val="787415BC"/>
    <w:rsid w:val="7BD50FE3"/>
    <w:rsid w:val="7DFF2BA8"/>
    <w:rsid w:val="EFFA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Footer Char"/>
    <w:basedOn w:val="8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239</Words>
  <Characters>255</Characters>
  <Lines>0</Lines>
  <Paragraphs>0</Paragraphs>
  <TotalTime>0</TotalTime>
  <ScaleCrop>false</ScaleCrop>
  <LinksUpToDate>false</LinksUpToDate>
  <CharactersWithSpaces>255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2020-09-27T10:55:00Z</dcterms:created>
  <dc:creator>倪朦</dc:creator>
  <cp:lastModifiedBy>曹宝亚</cp:lastModifiedBy>
  <cp:lastPrinted>2021-10-22T15:59:00Z</cp:lastPrinted>
  <dcterms:modified xsi:type="dcterms:W3CDTF">2024-10-17T00:15:10Z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67E5122E0C9C401792B7974B03AD72B4_12</vt:lpwstr>
  </property>
</Properties>
</file>